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21" w:rsidRPr="00DB1C32" w:rsidRDefault="00E54721" w:rsidP="00E54721">
      <w:pPr>
        <w:spacing w:after="0" w:line="240" w:lineRule="auto"/>
        <w:rPr>
          <w:b/>
        </w:rPr>
      </w:pPr>
      <w:r w:rsidRPr="00DB1C32">
        <w:rPr>
          <w:b/>
        </w:rPr>
        <w:t>Online Press Kit Captions</w:t>
      </w:r>
    </w:p>
    <w:p w:rsidR="00E54721" w:rsidRPr="0005555F" w:rsidRDefault="00E54721" w:rsidP="00E54721">
      <w:pPr>
        <w:spacing w:after="0" w:line="240" w:lineRule="auto"/>
        <w:rPr>
          <w:color w:val="000000" w:themeColor="text1"/>
        </w:rPr>
      </w:pPr>
      <w:r w:rsidRPr="0005555F">
        <w:rPr>
          <w:color w:val="000000" w:themeColor="text1"/>
        </w:rPr>
        <w:t>Photographs 1-</w:t>
      </w:r>
      <w:r w:rsidR="00A71216">
        <w:rPr>
          <w:color w:val="000000" w:themeColor="text1"/>
        </w:rPr>
        <w:t>11</w:t>
      </w:r>
    </w:p>
    <w:p w:rsidR="00E54721" w:rsidRDefault="00E54721" w:rsidP="00E54721">
      <w:pPr>
        <w:spacing w:after="0" w:line="240" w:lineRule="auto"/>
        <w:rPr>
          <w:i/>
        </w:rPr>
      </w:pPr>
      <w:r>
        <w:t xml:space="preserve">Provided by the </w:t>
      </w:r>
      <w:r w:rsidRPr="00DB1C32">
        <w:rPr>
          <w:i/>
        </w:rPr>
        <w:t>Office of the Chief of Public Affairs, U.S. Army</w:t>
      </w:r>
    </w:p>
    <w:p w:rsidR="00E54721" w:rsidRPr="00590DD7" w:rsidRDefault="00E54721" w:rsidP="00E54721">
      <w:pPr>
        <w:spacing w:after="0" w:line="240" w:lineRule="auto"/>
      </w:pPr>
      <w:r w:rsidRPr="00590DD7">
        <w:t>2</w:t>
      </w:r>
      <w:r w:rsidR="00590DD7" w:rsidRPr="00590DD7">
        <w:t>6</w:t>
      </w:r>
      <w:r w:rsidRPr="00590DD7">
        <w:t xml:space="preserve"> August, 2014</w:t>
      </w:r>
    </w:p>
    <w:p w:rsidR="00E54721" w:rsidRDefault="00E54721" w:rsidP="00E54721">
      <w:pPr>
        <w:spacing w:after="0" w:line="240" w:lineRule="auto"/>
      </w:pPr>
    </w:p>
    <w:p w:rsidR="00E54721" w:rsidRDefault="00E54721" w:rsidP="00E54721">
      <w:pPr>
        <w:spacing w:after="0" w:line="240" w:lineRule="auto"/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1.</w:t>
      </w:r>
      <w:r>
        <w:t xml:space="preserve"> </w:t>
      </w:r>
      <w:r>
        <w:tab/>
      </w:r>
      <w:r>
        <w:tab/>
        <w:t xml:space="preserve">Basic training photo of then-Pvt. Donald P. </w:t>
      </w:r>
      <w:proofErr w:type="spellStart"/>
      <w:r>
        <w:t>Sloat</w:t>
      </w:r>
      <w:proofErr w:type="spellEnd"/>
      <w:r>
        <w:t>, at Fort Polk, La.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proofErr w:type="gramStart"/>
      <w:r>
        <w:rPr>
          <w:b/>
        </w:rPr>
        <w:t>2.</w:t>
      </w:r>
      <w:r>
        <w:t xml:space="preserve"> </w:t>
      </w:r>
      <w:r>
        <w:tab/>
      </w:r>
      <w:r>
        <w:tab/>
        <w:t xml:space="preserve">Pvt. Donald P. </w:t>
      </w:r>
      <w:proofErr w:type="spellStart"/>
      <w:r>
        <w:t>Sloat</w:t>
      </w:r>
      <w:proofErr w:type="spellEnd"/>
      <w:r>
        <w:t xml:space="preserve"> at Fort Polk, La.</w:t>
      </w:r>
      <w:proofErr w:type="gramEnd"/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3.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with his big brother Bill </w:t>
      </w:r>
      <w:proofErr w:type="spellStart"/>
      <w:r>
        <w:t>Sloat</w:t>
      </w:r>
      <w:proofErr w:type="spellEnd"/>
      <w:r>
        <w:t xml:space="preserve">, at their grandfather </w:t>
      </w:r>
      <w:proofErr w:type="spellStart"/>
      <w:r>
        <w:t>Turnhow's</w:t>
      </w:r>
      <w:proofErr w:type="spellEnd"/>
      <w:r>
        <w:t xml:space="preserve"> farm.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proofErr w:type="gramStart"/>
      <w:r>
        <w:rPr>
          <w:b/>
        </w:rPr>
        <w:t>4.</w:t>
      </w:r>
      <w:r>
        <w:t xml:space="preserve"> </w:t>
      </w:r>
      <w:r>
        <w:tab/>
      </w:r>
      <w:r>
        <w:tab/>
        <w:t xml:space="preserve">Evelyn </w:t>
      </w:r>
      <w:proofErr w:type="spellStart"/>
      <w:r>
        <w:t>Sloat</w:t>
      </w:r>
      <w:proofErr w:type="spellEnd"/>
      <w:r>
        <w:t xml:space="preserve"> with her children (clockwise), Bruce, Don, Bill, and Karen.</w:t>
      </w:r>
      <w:proofErr w:type="gramEnd"/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5.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with members from his unit in Vietnam.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6.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school photo, at around 13 years old.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7.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attending a USO </w:t>
      </w:r>
      <w:proofErr w:type="gramStart"/>
      <w:r>
        <w:t>show</w:t>
      </w:r>
      <w:proofErr w:type="gramEnd"/>
      <w:r>
        <w:t xml:space="preserve"> in Chu Lai, Vietnam.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r>
        <w:rPr>
          <w:b/>
        </w:rPr>
        <w:t>8.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senior photo, Coweta High School, 1966-1967.</w:t>
      </w:r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C29DA" w:rsidP="000C29DA">
      <w:pPr>
        <w:tabs>
          <w:tab w:val="left" w:pos="450"/>
        </w:tabs>
        <w:spacing w:after="0" w:line="240" w:lineRule="auto"/>
      </w:pPr>
      <w:proofErr w:type="gramStart"/>
      <w:r>
        <w:rPr>
          <w:b/>
        </w:rPr>
        <w:t>9.</w:t>
      </w:r>
      <w:r>
        <w:tab/>
      </w:r>
      <w:r>
        <w:tab/>
        <w:t xml:space="preserve">Donald P. </w:t>
      </w:r>
      <w:proofErr w:type="spellStart"/>
      <w:r>
        <w:t>Sloat</w:t>
      </w:r>
      <w:proofErr w:type="spellEnd"/>
      <w:r>
        <w:t xml:space="preserve"> in Vietnam.</w:t>
      </w:r>
      <w:proofErr w:type="gramEnd"/>
    </w:p>
    <w:p w:rsidR="000C29DA" w:rsidRDefault="000C29DA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0C29DA" w:rsidRDefault="0005555F" w:rsidP="000C29DA">
      <w:pPr>
        <w:tabs>
          <w:tab w:val="left" w:pos="450"/>
        </w:tabs>
        <w:spacing w:after="0" w:line="240" w:lineRule="auto"/>
      </w:pPr>
      <w:proofErr w:type="gramStart"/>
      <w:r>
        <w:rPr>
          <w:b/>
        </w:rPr>
        <w:t>1</w:t>
      </w:r>
      <w:r w:rsidR="000C29DA">
        <w:rPr>
          <w:b/>
        </w:rPr>
        <w:t>0</w:t>
      </w:r>
      <w:r w:rsidR="000C29DA">
        <w:t>.</w:t>
      </w:r>
      <w:r w:rsidR="000C29DA">
        <w:tab/>
      </w:r>
      <w:r w:rsidR="000C29DA">
        <w:tab/>
        <w:t xml:space="preserve">Donald P. </w:t>
      </w:r>
      <w:proofErr w:type="spellStart"/>
      <w:r w:rsidR="000C29DA">
        <w:t>Sloat</w:t>
      </w:r>
      <w:proofErr w:type="spellEnd"/>
      <w:r w:rsidR="000C29DA">
        <w:t xml:space="preserve"> in Vietnam.</w:t>
      </w:r>
      <w:proofErr w:type="gramEnd"/>
    </w:p>
    <w:p w:rsidR="0005555F" w:rsidRDefault="0005555F" w:rsidP="000C29DA">
      <w:pPr>
        <w:tabs>
          <w:tab w:val="left" w:pos="450"/>
        </w:tabs>
        <w:spacing w:after="0" w:line="240" w:lineRule="auto"/>
        <w:rPr>
          <w:sz w:val="18"/>
          <w:szCs w:val="18"/>
        </w:rPr>
      </w:pPr>
    </w:p>
    <w:p w:rsidR="00A71216" w:rsidRDefault="00A71216" w:rsidP="000C29DA">
      <w:pPr>
        <w:tabs>
          <w:tab w:val="left" w:pos="450"/>
        </w:tabs>
        <w:spacing w:after="0" w:line="240" w:lineRule="auto"/>
        <w:rPr>
          <w:rFonts w:cs="Times New Roman"/>
        </w:rPr>
      </w:pPr>
      <w:proofErr w:type="gramStart"/>
      <w:r w:rsidRPr="00A71216">
        <w:rPr>
          <w:b/>
        </w:rPr>
        <w:t>11.</w:t>
      </w:r>
      <w:r w:rsidRPr="00A71216">
        <w:tab/>
      </w:r>
      <w:r w:rsidRPr="00A71216">
        <w:tab/>
      </w:r>
      <w:r w:rsidRPr="00A71216">
        <w:rPr>
          <w:rFonts w:cs="Times New Roman"/>
        </w:rPr>
        <w:t xml:space="preserve">Evelyn </w:t>
      </w:r>
      <w:proofErr w:type="spellStart"/>
      <w:r w:rsidRPr="00A71216">
        <w:rPr>
          <w:rFonts w:cs="Times New Roman"/>
        </w:rPr>
        <w:t>Sloat</w:t>
      </w:r>
      <w:proofErr w:type="spellEnd"/>
      <w:r w:rsidRPr="00A71216">
        <w:rPr>
          <w:rFonts w:cs="Times New Roman"/>
        </w:rPr>
        <w:t xml:space="preserve"> with her children, (left to right) Brian, Kathy, Don, Bruce, Bill, and Karen</w:t>
      </w:r>
      <w:r>
        <w:rPr>
          <w:rFonts w:cs="Times New Roman"/>
        </w:rPr>
        <w:t>.</w:t>
      </w:r>
      <w:proofErr w:type="gramEnd"/>
    </w:p>
    <w:p w:rsidR="00A71216" w:rsidRPr="00A71216" w:rsidRDefault="00A71216" w:rsidP="000C29DA">
      <w:pPr>
        <w:tabs>
          <w:tab w:val="left" w:pos="450"/>
        </w:tabs>
        <w:spacing w:after="0" w:line="240" w:lineRule="auto"/>
        <w:rPr>
          <w:rFonts w:cs="Times New Roman"/>
          <w:sz w:val="18"/>
          <w:szCs w:val="18"/>
        </w:rPr>
      </w:pPr>
    </w:p>
    <w:p w:rsidR="00A71216" w:rsidRPr="00A71216" w:rsidRDefault="00A71216" w:rsidP="000C29DA">
      <w:pPr>
        <w:tabs>
          <w:tab w:val="left" w:pos="450"/>
        </w:tabs>
        <w:spacing w:after="0" w:line="240" w:lineRule="auto"/>
        <w:rPr>
          <w:b/>
        </w:rPr>
      </w:pPr>
    </w:p>
    <w:p w:rsidR="0005555F" w:rsidRDefault="0005555F" w:rsidP="000C29DA">
      <w:pPr>
        <w:tabs>
          <w:tab w:val="left" w:pos="450"/>
        </w:tabs>
        <w:spacing w:after="0" w:line="240" w:lineRule="auto"/>
      </w:pPr>
    </w:p>
    <w:p w:rsidR="0019779F" w:rsidRDefault="0019779F"/>
    <w:sectPr w:rsidR="0019779F" w:rsidSect="00197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29DA"/>
    <w:rsid w:val="0005555F"/>
    <w:rsid w:val="000C29DA"/>
    <w:rsid w:val="0019779F"/>
    <w:rsid w:val="00221126"/>
    <w:rsid w:val="00590DD7"/>
    <w:rsid w:val="0097445B"/>
    <w:rsid w:val="009D662A"/>
    <w:rsid w:val="00A71216"/>
    <w:rsid w:val="00E37E13"/>
    <w:rsid w:val="00E5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9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Army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United States Army</cp:lastModifiedBy>
  <cp:revision>4</cp:revision>
  <dcterms:created xsi:type="dcterms:W3CDTF">2014-08-21T15:38:00Z</dcterms:created>
  <dcterms:modified xsi:type="dcterms:W3CDTF">2014-08-26T19:02:00Z</dcterms:modified>
</cp:coreProperties>
</file>